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193C">
        <w:rPr>
          <w:rFonts w:ascii="Arial" w:hAnsi="Arial" w:cs="Arial"/>
          <w:b/>
          <w:caps/>
          <w:sz w:val="28"/>
          <w:szCs w:val="28"/>
        </w:rPr>
        <w:t>7</w:t>
      </w:r>
      <w:r w:rsidR="0069578B">
        <w:rPr>
          <w:rFonts w:ascii="Arial" w:hAnsi="Arial" w:cs="Arial"/>
          <w:b/>
          <w:caps/>
          <w:sz w:val="28"/>
          <w:szCs w:val="28"/>
        </w:rPr>
        <w:t>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69578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9578B">
              <w:rPr>
                <w:rFonts w:ascii="Arial" w:hAnsi="Arial" w:cs="Arial"/>
                <w:sz w:val="20"/>
                <w:szCs w:val="20"/>
              </w:rPr>
              <w:t>providências visando à capina e limpeza do terreno situado ao lado do nº 713 da Rua Nossa Senhora de Fátima, no Jardim Bela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à </w:t>
      </w:r>
      <w:r w:rsidR="003D71DB" w:rsidRPr="003D71DB">
        <w:rPr>
          <w:rFonts w:ascii="Arial" w:hAnsi="Arial" w:cs="Arial"/>
        </w:rPr>
        <w:t>capina e limpeza do terreno situado ao lado do nº 713 da Rua Nossa Senhora de Fátima, no Jardim Bela Vista</w:t>
      </w:r>
      <w:r w:rsidR="00BF184D">
        <w:rPr>
          <w:rFonts w:ascii="Arial" w:hAnsi="Arial" w:cs="Arial"/>
        </w:rPr>
        <w:t>.</w:t>
      </w:r>
    </w:p>
    <w:p w:rsidR="008916D1" w:rsidRDefault="005C231E" w:rsidP="009D50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C231E">
        <w:rPr>
          <w:rFonts w:ascii="Arial" w:hAnsi="Arial" w:cs="Arial"/>
          <w:bCs/>
        </w:rPr>
        <w:t xml:space="preserve">Indicamos a capina e limpeza do </w:t>
      </w:r>
      <w:r w:rsidR="00A637AB">
        <w:rPr>
          <w:rFonts w:ascii="Arial" w:hAnsi="Arial" w:cs="Arial"/>
          <w:bCs/>
        </w:rPr>
        <w:t xml:space="preserve">referido </w:t>
      </w:r>
      <w:r w:rsidRPr="005C231E">
        <w:rPr>
          <w:rFonts w:ascii="Arial" w:hAnsi="Arial" w:cs="Arial"/>
          <w:bCs/>
        </w:rPr>
        <w:t>terreno ou a notificação d</w:t>
      </w:r>
      <w:r w:rsidR="005272AC">
        <w:rPr>
          <w:rFonts w:ascii="Arial" w:hAnsi="Arial" w:cs="Arial"/>
          <w:bCs/>
        </w:rPr>
        <w:t xml:space="preserve">e seu </w:t>
      </w:r>
      <w:r w:rsidRPr="005C231E">
        <w:rPr>
          <w:rFonts w:ascii="Arial" w:hAnsi="Arial" w:cs="Arial"/>
          <w:bCs/>
        </w:rPr>
        <w:t>proprietário, caso seja particular, para que as providências sejam tomadas o mais breve possível, pois o local encontra-se com mato alto, conforme foto em anexo</w:t>
      </w:r>
      <w:r w:rsidR="008916D1">
        <w:rPr>
          <w:rFonts w:ascii="Arial" w:hAnsi="Arial" w:cs="Arial"/>
          <w:bCs/>
        </w:rPr>
        <w:t>.</w:t>
      </w:r>
    </w:p>
    <w:p w:rsidR="001A6F82" w:rsidRDefault="00752453" w:rsidP="009D50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</w:t>
      </w:r>
      <w:r w:rsidR="00AA1A54" w:rsidRPr="00AA1A54">
        <w:rPr>
          <w:rFonts w:ascii="Arial" w:hAnsi="Arial" w:cs="Arial"/>
          <w:bCs/>
        </w:rPr>
        <w:t>s moradores</w:t>
      </w:r>
      <w:r>
        <w:rPr>
          <w:rFonts w:ascii="Arial" w:hAnsi="Arial" w:cs="Arial"/>
          <w:bCs/>
        </w:rPr>
        <w:t xml:space="preserve"> nos informaram que </w:t>
      </w:r>
      <w:r w:rsidR="00AA1A54" w:rsidRPr="00AA1A54">
        <w:rPr>
          <w:rFonts w:ascii="Arial" w:hAnsi="Arial" w:cs="Arial"/>
          <w:bCs/>
        </w:rPr>
        <w:t xml:space="preserve">animais peçonhentos têm aparecido </w:t>
      </w:r>
      <w:r>
        <w:rPr>
          <w:rFonts w:ascii="Arial" w:hAnsi="Arial" w:cs="Arial"/>
          <w:bCs/>
        </w:rPr>
        <w:t xml:space="preserve">em suas </w:t>
      </w:r>
      <w:r w:rsidR="00AA1A54" w:rsidRPr="00AA1A54">
        <w:rPr>
          <w:rFonts w:ascii="Arial" w:hAnsi="Arial" w:cs="Arial"/>
          <w:bCs/>
        </w:rPr>
        <w:t>residências</w:t>
      </w:r>
      <w:r>
        <w:rPr>
          <w:rFonts w:ascii="Arial" w:hAnsi="Arial" w:cs="Arial"/>
          <w:bCs/>
        </w:rPr>
        <w:t xml:space="preserve">, fazendo com que </w:t>
      </w:r>
      <w:r w:rsidR="00AA1A54" w:rsidRPr="00AA1A54">
        <w:rPr>
          <w:rFonts w:ascii="Arial" w:hAnsi="Arial" w:cs="Arial"/>
          <w:bCs/>
        </w:rPr>
        <w:t>eles tem</w:t>
      </w:r>
      <w:r>
        <w:rPr>
          <w:rFonts w:ascii="Arial" w:hAnsi="Arial" w:cs="Arial"/>
          <w:bCs/>
        </w:rPr>
        <w:t>a</w:t>
      </w:r>
      <w:r w:rsidR="00AA1A54" w:rsidRPr="00AA1A54">
        <w:rPr>
          <w:rFonts w:ascii="Arial" w:hAnsi="Arial" w:cs="Arial"/>
          <w:bCs/>
        </w:rPr>
        <w:t xml:space="preserve">m que </w:t>
      </w:r>
      <w:r>
        <w:rPr>
          <w:rFonts w:ascii="Arial" w:hAnsi="Arial" w:cs="Arial"/>
          <w:bCs/>
        </w:rPr>
        <w:t xml:space="preserve">o </w:t>
      </w:r>
      <w:r w:rsidR="00AA1A54" w:rsidRPr="00AA1A54">
        <w:rPr>
          <w:rFonts w:ascii="Arial" w:hAnsi="Arial" w:cs="Arial"/>
          <w:bCs/>
        </w:rPr>
        <w:t xml:space="preserve">local se torne um </w:t>
      </w:r>
      <w:r w:rsidR="00AA1A54">
        <w:rPr>
          <w:rFonts w:ascii="Arial" w:hAnsi="Arial" w:cs="Arial"/>
          <w:bCs/>
        </w:rPr>
        <w:t>criadouro, inclusive de</w:t>
      </w:r>
      <w:r w:rsidR="00AA1A54" w:rsidRPr="00AA1A54">
        <w:rPr>
          <w:rFonts w:ascii="Arial" w:hAnsi="Arial" w:cs="Arial"/>
          <w:bCs/>
        </w:rPr>
        <w:t xml:space="preserve"> mosquitos da dengue</w:t>
      </w:r>
      <w:r w:rsidR="001A6F82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6D87">
        <w:rPr>
          <w:rFonts w:ascii="Arial" w:hAnsi="Arial" w:cs="Arial"/>
        </w:rPr>
        <w:t>2</w:t>
      </w:r>
      <w:r w:rsidR="00F22C0E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4E5F16">
        <w:rPr>
          <w:rFonts w:ascii="Arial" w:hAnsi="Arial" w:cs="Arial"/>
        </w:rPr>
        <w:t>março</w:t>
      </w:r>
      <w:r w:rsidR="00EF36D6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60021E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6B0F16" w:rsidRDefault="006B0F1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B0F16" w:rsidRPr="00B41037" w:rsidRDefault="00AE0269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54BC7BD" wp14:editId="773AA2F4">
            <wp:extent cx="5396865" cy="3031490"/>
            <wp:effectExtent l="0" t="0" r="0" b="0"/>
            <wp:docPr id="8" name="Imagem 8" descr="C:\Users\Administrador\Downloads\IMG_20180322_155439890_HD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Administrador\Downloads\IMG_20180322_155439890_HD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865" cy="303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0F16" w:rsidRPr="00B4103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3C8" w:rsidRDefault="008033C8">
      <w:r>
        <w:separator/>
      </w:r>
    </w:p>
  </w:endnote>
  <w:endnote w:type="continuationSeparator" w:id="0">
    <w:p w:rsidR="008033C8" w:rsidRDefault="00803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3C8" w:rsidRDefault="008033C8">
      <w:r>
        <w:separator/>
      </w:r>
    </w:p>
  </w:footnote>
  <w:footnote w:type="continuationSeparator" w:id="0">
    <w:p w:rsidR="008033C8" w:rsidRDefault="00803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0269">
      <w:rPr>
        <w:rFonts w:ascii="Arial" w:hAnsi="Arial" w:cs="Arial"/>
        <w:b/>
        <w:sz w:val="20"/>
        <w:szCs w:val="20"/>
        <w:u w:val="single"/>
      </w:rPr>
      <w:t>781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02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02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7261"/>
    <w:rsid w:val="00123920"/>
    <w:rsid w:val="00136F04"/>
    <w:rsid w:val="0014133C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6CBD"/>
    <w:rsid w:val="001A09F2"/>
    <w:rsid w:val="001A6F82"/>
    <w:rsid w:val="001B0773"/>
    <w:rsid w:val="001B4DC2"/>
    <w:rsid w:val="001C12FF"/>
    <w:rsid w:val="001C1BDB"/>
    <w:rsid w:val="001D237A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35057"/>
    <w:rsid w:val="00343838"/>
    <w:rsid w:val="0034556B"/>
    <w:rsid w:val="003471EF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1DB"/>
    <w:rsid w:val="003D74A0"/>
    <w:rsid w:val="003D7732"/>
    <w:rsid w:val="003E17BC"/>
    <w:rsid w:val="003E188F"/>
    <w:rsid w:val="003F0CAD"/>
    <w:rsid w:val="003F546A"/>
    <w:rsid w:val="003F62C2"/>
    <w:rsid w:val="003F65AE"/>
    <w:rsid w:val="003F7082"/>
    <w:rsid w:val="00400B1C"/>
    <w:rsid w:val="0040296C"/>
    <w:rsid w:val="004041FD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2C04"/>
    <w:rsid w:val="004D7321"/>
    <w:rsid w:val="004E06ED"/>
    <w:rsid w:val="004E46DA"/>
    <w:rsid w:val="004E5F16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4CA7"/>
    <w:rsid w:val="0051673E"/>
    <w:rsid w:val="00520141"/>
    <w:rsid w:val="00523974"/>
    <w:rsid w:val="00524669"/>
    <w:rsid w:val="005272AC"/>
    <w:rsid w:val="00533862"/>
    <w:rsid w:val="00540284"/>
    <w:rsid w:val="005503F0"/>
    <w:rsid w:val="00550933"/>
    <w:rsid w:val="0055376C"/>
    <w:rsid w:val="00554B79"/>
    <w:rsid w:val="005601C7"/>
    <w:rsid w:val="00561CB3"/>
    <w:rsid w:val="00564368"/>
    <w:rsid w:val="00571017"/>
    <w:rsid w:val="00574A51"/>
    <w:rsid w:val="00574DAF"/>
    <w:rsid w:val="00577F4C"/>
    <w:rsid w:val="0058109A"/>
    <w:rsid w:val="00582E70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938"/>
    <w:rsid w:val="005C7BA5"/>
    <w:rsid w:val="005D702D"/>
    <w:rsid w:val="005D75D7"/>
    <w:rsid w:val="005E138D"/>
    <w:rsid w:val="005F09E5"/>
    <w:rsid w:val="005F2EBF"/>
    <w:rsid w:val="005F62AF"/>
    <w:rsid w:val="0060021E"/>
    <w:rsid w:val="006014C7"/>
    <w:rsid w:val="00602020"/>
    <w:rsid w:val="00602564"/>
    <w:rsid w:val="0060386D"/>
    <w:rsid w:val="006048DE"/>
    <w:rsid w:val="00610493"/>
    <w:rsid w:val="00612E0D"/>
    <w:rsid w:val="00624472"/>
    <w:rsid w:val="00626719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193C"/>
    <w:rsid w:val="00752453"/>
    <w:rsid w:val="007549D1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1B01"/>
    <w:rsid w:val="007A3EBB"/>
    <w:rsid w:val="007A714C"/>
    <w:rsid w:val="007C04C5"/>
    <w:rsid w:val="007C7B09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16D1"/>
    <w:rsid w:val="00896913"/>
    <w:rsid w:val="008A0EB2"/>
    <w:rsid w:val="008A16A2"/>
    <w:rsid w:val="008B7116"/>
    <w:rsid w:val="008C33AB"/>
    <w:rsid w:val="008C5BA6"/>
    <w:rsid w:val="008C647A"/>
    <w:rsid w:val="008D063D"/>
    <w:rsid w:val="008D204E"/>
    <w:rsid w:val="008D433D"/>
    <w:rsid w:val="008E44B5"/>
    <w:rsid w:val="008E6C99"/>
    <w:rsid w:val="008F28A0"/>
    <w:rsid w:val="008F3257"/>
    <w:rsid w:val="00903889"/>
    <w:rsid w:val="00921BDF"/>
    <w:rsid w:val="00922964"/>
    <w:rsid w:val="0093103D"/>
    <w:rsid w:val="00933A0A"/>
    <w:rsid w:val="00933F11"/>
    <w:rsid w:val="00935D18"/>
    <w:rsid w:val="009364EC"/>
    <w:rsid w:val="00941B5B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637AB"/>
    <w:rsid w:val="00A75941"/>
    <w:rsid w:val="00A90B91"/>
    <w:rsid w:val="00A92CB9"/>
    <w:rsid w:val="00AA0EE8"/>
    <w:rsid w:val="00AA1A54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0269"/>
    <w:rsid w:val="00AE258C"/>
    <w:rsid w:val="00AE3EBB"/>
    <w:rsid w:val="00AF6CA1"/>
    <w:rsid w:val="00B03E42"/>
    <w:rsid w:val="00B10E9F"/>
    <w:rsid w:val="00B110CA"/>
    <w:rsid w:val="00B12059"/>
    <w:rsid w:val="00B14545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CF5F51"/>
    <w:rsid w:val="00D01D72"/>
    <w:rsid w:val="00D02893"/>
    <w:rsid w:val="00D0426E"/>
    <w:rsid w:val="00D0733A"/>
    <w:rsid w:val="00D07B69"/>
    <w:rsid w:val="00D14AD9"/>
    <w:rsid w:val="00D14EB1"/>
    <w:rsid w:val="00D16CA1"/>
    <w:rsid w:val="00D2072E"/>
    <w:rsid w:val="00D233C7"/>
    <w:rsid w:val="00D26006"/>
    <w:rsid w:val="00D3484F"/>
    <w:rsid w:val="00D41495"/>
    <w:rsid w:val="00D450DE"/>
    <w:rsid w:val="00D45829"/>
    <w:rsid w:val="00D45C81"/>
    <w:rsid w:val="00D507D5"/>
    <w:rsid w:val="00D5430F"/>
    <w:rsid w:val="00D564F1"/>
    <w:rsid w:val="00D665FD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4476"/>
    <w:rsid w:val="00DA2A09"/>
    <w:rsid w:val="00DA60D7"/>
    <w:rsid w:val="00DA7B98"/>
    <w:rsid w:val="00DB23E5"/>
    <w:rsid w:val="00DB421D"/>
    <w:rsid w:val="00DB48F6"/>
    <w:rsid w:val="00DB4D94"/>
    <w:rsid w:val="00DB74F4"/>
    <w:rsid w:val="00DC1021"/>
    <w:rsid w:val="00DD2317"/>
    <w:rsid w:val="00DD414D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7978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28D9"/>
    <w:rsid w:val="00EF36D6"/>
    <w:rsid w:val="00EF3DED"/>
    <w:rsid w:val="00EF58D0"/>
    <w:rsid w:val="00F10923"/>
    <w:rsid w:val="00F131BF"/>
    <w:rsid w:val="00F15ACC"/>
    <w:rsid w:val="00F22C0E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5150F"/>
    <w:rsid w:val="00F52226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9C4CC-EE66-4425-A294-7C6B148C3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2017-11-21T12:44:00Z</cp:lastPrinted>
  <dcterms:created xsi:type="dcterms:W3CDTF">2018-03-26T18:58:00Z</dcterms:created>
  <dcterms:modified xsi:type="dcterms:W3CDTF">2018-03-26T19:02:00Z</dcterms:modified>
</cp:coreProperties>
</file>